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9F19F2" w:rsidRPr="009F19F2">
        <w:rPr>
          <w:bCs w:val="0"/>
          <w:szCs w:val="20"/>
        </w:rPr>
        <w:t>«О внесении изменения в статью 4.10 Закона Новосибирской области «Об административных правонарушениях в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9F19F2" w:rsidRPr="009F19F2">
        <w:rPr>
          <w:bCs w:val="0"/>
          <w:szCs w:val="20"/>
        </w:rPr>
        <w:t>Смышляев Евгени</w:t>
      </w:r>
      <w:r w:rsidR="00282707">
        <w:rPr>
          <w:bCs w:val="0"/>
          <w:szCs w:val="20"/>
        </w:rPr>
        <w:t>й</w:t>
      </w:r>
      <w:r w:rsidR="009F19F2" w:rsidRPr="009F19F2">
        <w:rPr>
          <w:bCs w:val="0"/>
          <w:szCs w:val="20"/>
        </w:rPr>
        <w:t xml:space="preserve"> Валерьевич</w:t>
      </w:r>
      <w:bookmarkStart w:id="0" w:name="_GoBack"/>
      <w:bookmarkEnd w:id="0"/>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2C0224">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31F" w:rsidRDefault="00FF331F">
      <w:r>
        <w:separator/>
      </w:r>
    </w:p>
  </w:endnote>
  <w:endnote w:type="continuationSeparator" w:id="0">
    <w:p w:rsidR="00FF331F" w:rsidRDefault="00FF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31F" w:rsidRDefault="00FF331F">
      <w:r>
        <w:separator/>
      </w:r>
    </w:p>
  </w:footnote>
  <w:footnote w:type="continuationSeparator" w:id="0">
    <w:p w:rsidR="00FF331F" w:rsidRDefault="00FF3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2707"/>
    <w:rsid w:val="002868AD"/>
    <w:rsid w:val="0029198A"/>
    <w:rsid w:val="00296E94"/>
    <w:rsid w:val="002A5AA9"/>
    <w:rsid w:val="002B3370"/>
    <w:rsid w:val="002B6541"/>
    <w:rsid w:val="002C0224"/>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08BA"/>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19F2"/>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331F"/>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F84782"/>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FE67E-1A9B-40FE-A5AF-0094AF3D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3</TotalTime>
  <Pages>1</Pages>
  <Words>252</Words>
  <Characters>1438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2020-11-12T08:16:00Z</cp:lastPrinted>
  <dcterms:created xsi:type="dcterms:W3CDTF">2020-11-12T08:08:00Z</dcterms:created>
  <dcterms:modified xsi:type="dcterms:W3CDTF">2020-11-12T08:16:00Z</dcterms:modified>
</cp:coreProperties>
</file>